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F4" w:rsidRPr="00555B0C" w:rsidRDefault="00BE03F4" w:rsidP="00BE03F4">
      <w:pPr>
        <w:shd w:val="clear" w:color="auto" w:fill="000000" w:themeFill="text1"/>
        <w:jc w:val="center"/>
        <w:rPr>
          <w:sz w:val="22"/>
        </w:rPr>
      </w:pPr>
      <w:r w:rsidRPr="00555B0C">
        <w:rPr>
          <w:sz w:val="22"/>
        </w:rPr>
        <w:t>Belbin’s Team Roles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03"/>
        <w:gridCol w:w="1653"/>
        <w:gridCol w:w="3588"/>
        <w:gridCol w:w="3746"/>
      </w:tblGrid>
      <w:tr w:rsidR="00BE03F4" w:rsidRPr="00BE03F4" w:rsidTr="00F611C4">
        <w:trPr>
          <w:trHeight w:val="601"/>
        </w:trPr>
        <w:tc>
          <w:tcPr>
            <w:tcW w:w="1503" w:type="dxa"/>
            <w:vAlign w:val="center"/>
          </w:tcPr>
          <w:p w:rsidR="00BE03F4" w:rsidRPr="00555B0C" w:rsidRDefault="00BE03F4" w:rsidP="00BE03F4">
            <w:pPr>
              <w:jc w:val="center"/>
              <w:rPr>
                <w:sz w:val="22"/>
              </w:rPr>
            </w:pPr>
            <w:bookmarkStart w:id="0" w:name="_GoBack"/>
            <w:bookmarkEnd w:id="0"/>
            <w:r w:rsidRPr="00555B0C">
              <w:rPr>
                <w:sz w:val="22"/>
              </w:rPr>
              <w:t>Overall Roles</w:t>
            </w: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Belbin Roles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jc w:val="center"/>
              <w:rPr>
                <w:sz w:val="22"/>
              </w:rPr>
            </w:pPr>
            <w:r w:rsidRPr="00555B0C">
              <w:rPr>
                <w:sz w:val="22"/>
              </w:rPr>
              <w:t>Strengths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jc w:val="center"/>
              <w:rPr>
                <w:sz w:val="22"/>
              </w:rPr>
            </w:pPr>
            <w:r w:rsidRPr="00555B0C">
              <w:rPr>
                <w:sz w:val="22"/>
              </w:rPr>
              <w:t>Watch out for…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 w:val="restart"/>
            <w:vAlign w:val="center"/>
          </w:tcPr>
          <w:p w:rsidR="00BE03F4" w:rsidRPr="00555B0C" w:rsidRDefault="00BE03F4" w:rsidP="00BE03F4">
            <w:pPr>
              <w:rPr>
                <w:sz w:val="22"/>
              </w:rPr>
            </w:pPr>
            <w:r w:rsidRPr="00555B0C">
              <w:rPr>
                <w:sz w:val="22"/>
              </w:rPr>
              <w:t>Doing / Acting</w:t>
            </w: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Implementer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555B0C">
              <w:rPr>
                <w:sz w:val="22"/>
              </w:rPr>
              <w:t>Good at putting ideas into action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Gets things done </w:t>
            </w:r>
          </w:p>
        </w:tc>
        <w:tc>
          <w:tcPr>
            <w:tcW w:w="3746" w:type="dxa"/>
            <w:vAlign w:val="center"/>
          </w:tcPr>
          <w:p w:rsidR="00BE03F4" w:rsidRPr="00555B0C" w:rsidRDefault="00555B0C" w:rsidP="00555B0C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 w:rsidRPr="00555B0C">
              <w:rPr>
                <w:sz w:val="22"/>
              </w:rPr>
              <w:t>Can be slow to do things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Shaper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Lots of energy and action.  </w:t>
            </w:r>
          </w:p>
          <w:p w:rsidR="00BE03F4" w:rsidRPr="00555B0C" w:rsidRDefault="00555B0C" w:rsidP="00555B0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555B0C">
              <w:rPr>
                <w:sz w:val="22"/>
              </w:rPr>
              <w:t>Always full of new ideas</w:t>
            </w:r>
            <w:r w:rsidR="00BE03F4" w:rsidRPr="00555B0C">
              <w:rPr>
                <w:sz w:val="22"/>
              </w:rPr>
              <w:t xml:space="preserve"> 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555B0C">
              <w:rPr>
                <w:sz w:val="22"/>
              </w:rPr>
              <w:t>Can be impatient with other people</w:t>
            </w:r>
            <w:r w:rsidR="00555B0C" w:rsidRPr="00555B0C">
              <w:rPr>
                <w:sz w:val="22"/>
              </w:rPr>
              <w:t xml:space="preserve"> who are slower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Completer / Fin</w:t>
            </w:r>
            <w:r w:rsidR="00555B0C" w:rsidRPr="00555B0C">
              <w:rPr>
                <w:sz w:val="22"/>
              </w:rPr>
              <w:t>i</w:t>
            </w:r>
            <w:r w:rsidRPr="00555B0C">
              <w:rPr>
                <w:sz w:val="22"/>
              </w:rPr>
              <w:t>sher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555B0C">
              <w:rPr>
                <w:sz w:val="22"/>
              </w:rPr>
              <w:t>Reliably sees through the project</w:t>
            </w:r>
            <w:r w:rsidR="00555B0C" w:rsidRPr="00555B0C">
              <w:rPr>
                <w:sz w:val="22"/>
              </w:rPr>
              <w:t xml:space="preserve"> to the end</w:t>
            </w:r>
          </w:p>
          <w:p w:rsidR="00BE03F4" w:rsidRPr="00555B0C" w:rsidRDefault="00555B0C" w:rsidP="00555B0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555B0C">
              <w:rPr>
                <w:sz w:val="22"/>
              </w:rPr>
              <w:t>Always checks the details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Can worry too </w:t>
            </w:r>
            <w:r w:rsidR="00555B0C" w:rsidRPr="00555B0C">
              <w:rPr>
                <w:sz w:val="22"/>
              </w:rPr>
              <w:t>much about the little details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May not trust other people to finish the task  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 w:val="restart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Thinking / Problem Solving</w:t>
            </w: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Plant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Solves difficult problems wit</w:t>
            </w:r>
            <w:r w:rsidR="00555B0C" w:rsidRPr="00555B0C">
              <w:rPr>
                <w:sz w:val="22"/>
              </w:rPr>
              <w:t>h original and creative ideas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Can be a poor communicator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May not worry about the details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Monitor / Evaluator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Sees the big picture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Thinks carefully and accurately about things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May lack energy to inspire others</w:t>
            </w:r>
          </w:p>
        </w:tc>
      </w:tr>
      <w:tr w:rsidR="00BE03F4" w:rsidRPr="00BE03F4" w:rsidTr="00F611C4">
        <w:trPr>
          <w:trHeight w:val="1457"/>
        </w:trPr>
        <w:tc>
          <w:tcPr>
            <w:tcW w:w="1503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Specialist</w:t>
            </w:r>
          </w:p>
        </w:tc>
        <w:tc>
          <w:tcPr>
            <w:tcW w:w="3588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Has expert knowledge in key areas (and can solve problems here) </w:t>
            </w:r>
          </w:p>
        </w:tc>
        <w:tc>
          <w:tcPr>
            <w:tcW w:w="3746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Can lack interest in areas outside their specialism</w:t>
            </w:r>
          </w:p>
        </w:tc>
      </w:tr>
      <w:tr w:rsidR="00555B0C" w:rsidRPr="00BE03F4" w:rsidTr="00F611C4">
        <w:trPr>
          <w:trHeight w:val="1457"/>
        </w:trPr>
        <w:tc>
          <w:tcPr>
            <w:tcW w:w="1503" w:type="dxa"/>
            <w:vMerge w:val="restart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People / Feelings</w:t>
            </w:r>
          </w:p>
        </w:tc>
        <w:tc>
          <w:tcPr>
            <w:tcW w:w="1653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Coordinator</w:t>
            </w:r>
          </w:p>
        </w:tc>
        <w:tc>
          <w:tcPr>
            <w:tcW w:w="3588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Respected leader who helps everyone focus on their task</w:t>
            </w:r>
          </w:p>
        </w:tc>
        <w:tc>
          <w:tcPr>
            <w:tcW w:w="3746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Can be too controlling</w:t>
            </w:r>
          </w:p>
        </w:tc>
      </w:tr>
      <w:tr w:rsidR="00555B0C" w:rsidRPr="00BE03F4" w:rsidTr="00F611C4">
        <w:trPr>
          <w:trHeight w:val="1457"/>
        </w:trPr>
        <w:tc>
          <w:tcPr>
            <w:tcW w:w="1503" w:type="dxa"/>
            <w:vMerge/>
          </w:tcPr>
          <w:p w:rsidR="00555B0C" w:rsidRPr="00555B0C" w:rsidRDefault="00555B0C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Team Worker</w:t>
            </w:r>
          </w:p>
        </w:tc>
        <w:tc>
          <w:tcPr>
            <w:tcW w:w="3588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Cares for individuals and the team</w:t>
            </w:r>
          </w:p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Good listener and works to resolve problems in the team </w:t>
            </w:r>
          </w:p>
        </w:tc>
        <w:tc>
          <w:tcPr>
            <w:tcW w:w="3746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Can have problems making difficult decisions</w:t>
            </w:r>
          </w:p>
        </w:tc>
      </w:tr>
      <w:tr w:rsidR="00555B0C" w:rsidRPr="00BE03F4" w:rsidTr="00F611C4">
        <w:trPr>
          <w:trHeight w:val="1457"/>
        </w:trPr>
        <w:tc>
          <w:tcPr>
            <w:tcW w:w="1503" w:type="dxa"/>
            <w:vMerge/>
          </w:tcPr>
          <w:p w:rsidR="00555B0C" w:rsidRPr="00555B0C" w:rsidRDefault="00555B0C">
            <w:pPr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Resource / Investigator</w:t>
            </w:r>
          </w:p>
        </w:tc>
        <w:tc>
          <w:tcPr>
            <w:tcW w:w="3588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Explores new ideas and possibilities with energy. </w:t>
            </w:r>
          </w:p>
          <w:p w:rsidR="00555B0C" w:rsidRPr="00555B0C" w:rsidRDefault="00555B0C" w:rsidP="00555B0C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 w:rsidRPr="00555B0C">
              <w:rPr>
                <w:sz w:val="22"/>
              </w:rPr>
              <w:t>Good at making friends / allies</w:t>
            </w:r>
          </w:p>
        </w:tc>
        <w:tc>
          <w:tcPr>
            <w:tcW w:w="3746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 w:rsidRPr="00555B0C">
              <w:rPr>
                <w:sz w:val="22"/>
              </w:rPr>
              <w:t>Can be too positive and may lose enthusiasm after the early stages</w:t>
            </w:r>
          </w:p>
        </w:tc>
      </w:tr>
    </w:tbl>
    <w:p w:rsidR="009C1174" w:rsidRPr="00BE03F4" w:rsidRDefault="009C1174">
      <w:pPr>
        <w:rPr>
          <w:sz w:val="22"/>
        </w:rPr>
      </w:pPr>
    </w:p>
    <w:sectPr w:rsidR="009C1174" w:rsidRPr="00BE03F4" w:rsidSect="00F611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DA9"/>
    <w:multiLevelType w:val="hybridMultilevel"/>
    <w:tmpl w:val="DCBA57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C46E6"/>
    <w:multiLevelType w:val="hybridMultilevel"/>
    <w:tmpl w:val="2E3AC4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8A6A82"/>
    <w:multiLevelType w:val="hybridMultilevel"/>
    <w:tmpl w:val="A7EA64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4B28FF"/>
    <w:multiLevelType w:val="hybridMultilevel"/>
    <w:tmpl w:val="E2BCDC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726322"/>
    <w:multiLevelType w:val="hybridMultilevel"/>
    <w:tmpl w:val="761216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C677A0"/>
    <w:multiLevelType w:val="hybridMultilevel"/>
    <w:tmpl w:val="113450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EF4E19"/>
    <w:multiLevelType w:val="hybridMultilevel"/>
    <w:tmpl w:val="117881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F4"/>
    <w:rsid w:val="00370853"/>
    <w:rsid w:val="00555B0C"/>
    <w:rsid w:val="007061E6"/>
    <w:rsid w:val="009C1174"/>
    <w:rsid w:val="00BE03F4"/>
    <w:rsid w:val="00F611C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0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0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C092AD02</Template>
  <TotalTime>16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cp:lastPrinted>2017-05-05T09:41:00Z</cp:lastPrinted>
  <dcterms:created xsi:type="dcterms:W3CDTF">2017-05-05T09:30:00Z</dcterms:created>
  <dcterms:modified xsi:type="dcterms:W3CDTF">2017-12-01T11:34:00Z</dcterms:modified>
</cp:coreProperties>
</file>